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586E" w14:textId="35F71D00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Приложение № 1</w:t>
      </w:r>
      <w:r w:rsidR="00D649E5">
        <w:rPr>
          <w:szCs w:val="28"/>
        </w:rPr>
        <w:t>3</w:t>
      </w:r>
    </w:p>
    <w:p w14:paraId="75DB6028" w14:textId="12776AA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УТВЕРЖДЕН</w:t>
      </w:r>
    </w:p>
    <w:p w14:paraId="7C04C375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решением Совета муниципального образования Новокубанский район</w:t>
      </w:r>
    </w:p>
    <w:p w14:paraId="453568FD" w14:textId="5C408A3A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от 25.11.2021 года № 163</w:t>
      </w:r>
    </w:p>
    <w:p w14:paraId="3303B53A" w14:textId="77777777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</w:p>
    <w:p w14:paraId="66536124" w14:textId="77777777" w:rsidR="00BD35B1" w:rsidRDefault="00BD35B1" w:rsidP="00993F4A">
      <w:pPr>
        <w:ind w:left="5103"/>
        <w:jc w:val="center"/>
        <w:rPr>
          <w:bCs/>
          <w:szCs w:val="28"/>
        </w:rPr>
      </w:pPr>
    </w:p>
    <w:p w14:paraId="27C2959F" w14:textId="77777777"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6EF2ABAE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14:paraId="6EB137E1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14:paraId="32579632" w14:textId="68146FBE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80" w:type="dxa"/>
        <w:tblInd w:w="113" w:type="dxa"/>
        <w:tblLook w:val="04A0" w:firstRow="1" w:lastRow="0" w:firstColumn="1" w:lastColumn="0" w:noHBand="0" w:noVBand="1"/>
      </w:tblPr>
      <w:tblGrid>
        <w:gridCol w:w="580"/>
        <w:gridCol w:w="7920"/>
        <w:gridCol w:w="1180"/>
      </w:tblGrid>
      <w:tr w:rsidR="00D649E5" w:rsidRPr="00D649E5" w14:paraId="645E544B" w14:textId="77777777" w:rsidTr="00D649E5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BB1C" w14:textId="7484A1E2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184E" w14:textId="1F434FD8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6159" w14:textId="745AC4F1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903427" w:rsidRPr="00D649E5" w14:paraId="5240D51D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AD98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CB9" w14:textId="77777777" w:rsidR="00903427" w:rsidRPr="00D649E5" w:rsidRDefault="00903427" w:rsidP="0090342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BA24" w14:textId="056AFC19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723,6</w:t>
            </w:r>
          </w:p>
        </w:tc>
      </w:tr>
      <w:tr w:rsidR="00903427" w:rsidRPr="00D649E5" w14:paraId="695C8837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1CE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3E43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738D" w14:textId="21950B50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67 374,4</w:t>
            </w:r>
          </w:p>
        </w:tc>
      </w:tr>
      <w:tr w:rsidR="00903427" w:rsidRPr="00D649E5" w14:paraId="028AB155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9554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EDA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21AD" w14:textId="3D7FE337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46 031,9</w:t>
            </w:r>
          </w:p>
        </w:tc>
      </w:tr>
      <w:tr w:rsidR="00903427" w:rsidRPr="00D649E5" w14:paraId="01DE3C48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C84C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CADA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E35D" w14:textId="212683A8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44 315,3</w:t>
            </w:r>
          </w:p>
        </w:tc>
      </w:tr>
      <w:tr w:rsidR="00903427" w:rsidRPr="00D649E5" w14:paraId="79C91E37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534C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6CD8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D649E5">
              <w:rPr>
                <w:rFonts w:eastAsia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69F9" w14:textId="4DC55D7B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183,4</w:t>
            </w:r>
          </w:p>
        </w:tc>
      </w:tr>
      <w:tr w:rsidR="00903427" w:rsidRPr="00D649E5" w14:paraId="34D4FEF2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1CFE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D3D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D324" w14:textId="4162E3A6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125,1</w:t>
            </w:r>
          </w:p>
        </w:tc>
      </w:tr>
      <w:tr w:rsidR="00903427" w:rsidRPr="00D649E5" w14:paraId="4EAADE13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4EEC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8BC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5ECD" w14:textId="43E0C9AB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5 254,5</w:t>
            </w:r>
          </w:p>
        </w:tc>
      </w:tr>
      <w:tr w:rsidR="00903427" w:rsidRPr="00D649E5" w14:paraId="4BD14A30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65A2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AC73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A53F" w14:textId="6629A7D9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2 086,6</w:t>
            </w:r>
          </w:p>
        </w:tc>
      </w:tr>
      <w:tr w:rsidR="00903427" w:rsidRPr="00D649E5" w14:paraId="78B045C3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E748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98D0" w14:textId="77777777" w:rsidR="00903427" w:rsidRPr="00D649E5" w:rsidRDefault="00903427" w:rsidP="0090342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2D5E" w14:textId="46C2DB16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2 056,0</w:t>
            </w:r>
          </w:p>
        </w:tc>
      </w:tr>
      <w:tr w:rsidR="00903427" w:rsidRPr="00D649E5" w14:paraId="3CFFED46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4925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B4C" w14:textId="77777777" w:rsidR="00903427" w:rsidRPr="00D649E5" w:rsidRDefault="00903427" w:rsidP="0090342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B7B1" w14:textId="26C1CF35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145,3</w:t>
            </w:r>
          </w:p>
        </w:tc>
      </w:tr>
      <w:tr w:rsidR="00903427" w:rsidRPr="00D649E5" w14:paraId="78ED4A62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6674" w14:textId="77777777" w:rsidR="00903427" w:rsidRPr="00D649E5" w:rsidRDefault="00903427" w:rsidP="00903427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49AF" w14:textId="77777777" w:rsidR="00903427" w:rsidRPr="00D649E5" w:rsidRDefault="00903427" w:rsidP="00903427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745F" w14:textId="77F067BD" w:rsidR="00903427" w:rsidRPr="00903427" w:rsidRDefault="00903427" w:rsidP="00903427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03427">
              <w:rPr>
                <w:b/>
                <w:bCs/>
                <w:sz w:val="24"/>
                <w:szCs w:val="24"/>
              </w:rPr>
              <w:t>168 296,1</w:t>
            </w:r>
          </w:p>
        </w:tc>
      </w:tr>
    </w:tbl>
    <w:p w14:paraId="21EFC0BD" w14:textId="496E446C" w:rsidR="00D649E5" w:rsidRDefault="00D649E5" w:rsidP="00D472CF">
      <w:pPr>
        <w:ind w:hanging="425"/>
        <w:jc w:val="right"/>
        <w:rPr>
          <w:szCs w:val="28"/>
        </w:rPr>
      </w:pPr>
    </w:p>
    <w:p w14:paraId="753C7B9D" w14:textId="77777777" w:rsidR="00BD35B1" w:rsidRDefault="00BD35B1" w:rsidP="00627195">
      <w:pPr>
        <w:rPr>
          <w:szCs w:val="28"/>
        </w:rPr>
      </w:pPr>
    </w:p>
    <w:p w14:paraId="2C5F29CD" w14:textId="77777777" w:rsidR="00BD35B1" w:rsidRDefault="00BD35B1" w:rsidP="00627195">
      <w:pPr>
        <w:rPr>
          <w:szCs w:val="28"/>
        </w:rPr>
      </w:pPr>
    </w:p>
    <w:p w14:paraId="53D597F7" w14:textId="77777777" w:rsidR="00657C1E" w:rsidRPr="00657C1E" w:rsidRDefault="00657C1E" w:rsidP="00657C1E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657C1E">
        <w:rPr>
          <w:rFonts w:eastAsia="Times New Roman"/>
          <w:szCs w:val="28"/>
          <w:lang w:eastAsia="ru-RU"/>
        </w:rPr>
        <w:t xml:space="preserve">Первый заместитель главы муниципального </w:t>
      </w:r>
    </w:p>
    <w:p w14:paraId="4433C442" w14:textId="77777777" w:rsidR="00657C1E" w:rsidRPr="00657C1E" w:rsidRDefault="00657C1E" w:rsidP="00657C1E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657C1E">
        <w:rPr>
          <w:rFonts w:eastAsia="Times New Roman"/>
          <w:szCs w:val="28"/>
          <w:lang w:eastAsia="ru-RU"/>
        </w:rPr>
        <w:t xml:space="preserve">образования Новокубанский район, </w:t>
      </w:r>
    </w:p>
    <w:p w14:paraId="10FCF68A" w14:textId="77777777" w:rsidR="00657C1E" w:rsidRPr="00657C1E" w:rsidRDefault="00657C1E" w:rsidP="00657C1E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657C1E">
        <w:rPr>
          <w:rFonts w:eastAsia="Times New Roman"/>
          <w:szCs w:val="28"/>
          <w:lang w:eastAsia="ru-RU"/>
        </w:rPr>
        <w:t xml:space="preserve">начальник финансового управления  </w:t>
      </w:r>
    </w:p>
    <w:p w14:paraId="538AC873" w14:textId="77777777" w:rsidR="00657C1E" w:rsidRPr="00657C1E" w:rsidRDefault="00657C1E" w:rsidP="00657C1E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657C1E">
        <w:rPr>
          <w:rFonts w:eastAsia="Times New Roman"/>
          <w:szCs w:val="28"/>
          <w:lang w:eastAsia="ru-RU"/>
        </w:rPr>
        <w:t>администрации муниципального</w:t>
      </w:r>
    </w:p>
    <w:p w14:paraId="7E02CA72" w14:textId="0E38C616" w:rsidR="00627195" w:rsidRPr="00B9484A" w:rsidRDefault="00657C1E" w:rsidP="00657C1E">
      <w:pPr>
        <w:rPr>
          <w:szCs w:val="28"/>
        </w:rPr>
      </w:pPr>
      <w:r w:rsidRPr="00657C1E">
        <w:rPr>
          <w:rFonts w:eastAsia="Times New Roman"/>
          <w:szCs w:val="28"/>
          <w:lang w:eastAsia="ru-RU"/>
        </w:rPr>
        <w:t xml:space="preserve">образования Новокубанский район                                                 </w:t>
      </w:r>
      <w:r w:rsidRPr="00657C1E">
        <w:rPr>
          <w:rFonts w:eastAsia="Times New Roman"/>
          <w:i/>
          <w:szCs w:val="28"/>
          <w:lang w:eastAsia="ru-RU"/>
        </w:rPr>
        <w:t xml:space="preserve"> </w:t>
      </w:r>
      <w:r w:rsidRPr="00657C1E">
        <w:rPr>
          <w:rFonts w:eastAsia="Times New Roman"/>
          <w:szCs w:val="28"/>
          <w:lang w:eastAsia="ru-RU"/>
        </w:rPr>
        <w:t xml:space="preserve">    </w:t>
      </w:r>
      <w:proofErr w:type="spellStart"/>
      <w:r w:rsidRPr="00657C1E">
        <w:rPr>
          <w:rFonts w:eastAsia="Times New Roman"/>
          <w:szCs w:val="28"/>
          <w:lang w:eastAsia="ru-RU"/>
        </w:rPr>
        <w:t>Е.В.Афонина</w:t>
      </w:r>
      <w:proofErr w:type="spellEnd"/>
    </w:p>
    <w:sectPr w:rsidR="00627195" w:rsidRPr="00B9484A" w:rsidSect="00BD35B1">
      <w:headerReference w:type="default" r:id="rId7"/>
      <w:pgSz w:w="11906" w:h="16838"/>
      <w:pgMar w:top="1134" w:right="567" w:bottom="156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565B" w14:textId="77777777" w:rsidR="009E7209" w:rsidRDefault="009E7209" w:rsidP="00E12559">
      <w:r>
        <w:separator/>
      </w:r>
    </w:p>
  </w:endnote>
  <w:endnote w:type="continuationSeparator" w:id="0">
    <w:p w14:paraId="27A7AC9D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6C87" w14:textId="77777777" w:rsidR="009E7209" w:rsidRDefault="009E7209" w:rsidP="00E12559">
      <w:r>
        <w:separator/>
      </w:r>
    </w:p>
  </w:footnote>
  <w:footnote w:type="continuationSeparator" w:id="0">
    <w:p w14:paraId="6E76C5F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D69F902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53BF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0CF0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56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381"/>
    <w:rsid w:val="00566C6E"/>
    <w:rsid w:val="00573AAD"/>
    <w:rsid w:val="00576271"/>
    <w:rsid w:val="005822F5"/>
    <w:rsid w:val="0058231D"/>
    <w:rsid w:val="00582CD5"/>
    <w:rsid w:val="00582EA9"/>
    <w:rsid w:val="0058527C"/>
    <w:rsid w:val="005911C2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57C1E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84A48"/>
    <w:rsid w:val="00792880"/>
    <w:rsid w:val="0079318E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1ED0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3427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465B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44DD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49E5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BFD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DCBD0BC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CA11-5699-4E08-A8D9-33A6DF4D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469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112</cp:revision>
  <cp:lastPrinted>2022-05-05T07:19:00Z</cp:lastPrinted>
  <dcterms:created xsi:type="dcterms:W3CDTF">2017-09-18T13:02:00Z</dcterms:created>
  <dcterms:modified xsi:type="dcterms:W3CDTF">2022-11-08T11:36:00Z</dcterms:modified>
</cp:coreProperties>
</file>